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F148BD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52397E" w:rsidRPr="0052397E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HW117</w:t>
                        </w:r>
                        <w:r w:rsidR="0052397E">
                          <w:rPr>
                            <w:noProof/>
                          </w:rPr>
                          <w:t>_Triangles_TEST_REVIEW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52397E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Thu, 12 Mar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4A1C66" w:rsidRDefault="0052397E">
      <w:r>
        <w:rPr>
          <w:b/>
          <w:i/>
          <w:u w:val="single"/>
        </w:rPr>
        <w:t>Right Triangle Test Tomorrow</w:t>
      </w:r>
      <w:proofErr w:type="gramStart"/>
      <w:r>
        <w:rPr>
          <w:b/>
          <w:i/>
          <w:u w:val="single"/>
        </w:rPr>
        <w:t>!!!</w:t>
      </w:r>
      <w:proofErr w:type="gramEnd"/>
    </w:p>
    <w:p w:rsidR="0052397E" w:rsidRPr="00AE6290" w:rsidRDefault="00AE6290">
      <w:pPr>
        <w:rPr>
          <w:i/>
        </w:rPr>
      </w:pPr>
      <w:r>
        <w:rPr>
          <w:i/>
        </w:rPr>
        <w:t>Hint: this will be on the test!</w:t>
      </w:r>
    </w:p>
    <w:tbl>
      <w:tblPr>
        <w:tblStyle w:val="TableGrid"/>
        <w:tblW w:w="10818" w:type="dxa"/>
        <w:tblLook w:val="04A0"/>
      </w:tblPr>
      <w:tblGrid>
        <w:gridCol w:w="1818"/>
        <w:gridCol w:w="2520"/>
        <w:gridCol w:w="3330"/>
        <w:gridCol w:w="3150"/>
      </w:tblGrid>
      <w:tr w:rsidR="0052397E" w:rsidRPr="00AE6290" w:rsidTr="00214505">
        <w:tc>
          <w:tcPr>
            <w:tcW w:w="1818" w:type="dxa"/>
          </w:tcPr>
          <w:p w:rsidR="0052397E" w:rsidRPr="00AE6290" w:rsidRDefault="0052397E" w:rsidP="00214505">
            <w:pPr>
              <w:rPr>
                <w:b/>
                <w:sz w:val="28"/>
              </w:rPr>
            </w:pPr>
            <w:r w:rsidRPr="00AE6290">
              <w:rPr>
                <w:b/>
                <w:sz w:val="28"/>
              </w:rPr>
              <w:t>Method:</w:t>
            </w:r>
          </w:p>
        </w:tc>
        <w:tc>
          <w:tcPr>
            <w:tcW w:w="2520" w:type="dxa"/>
          </w:tcPr>
          <w:p w:rsidR="0052397E" w:rsidRPr="00AE6290" w:rsidRDefault="00AE6290" w:rsidP="00AE6290">
            <w:pPr>
              <w:rPr>
                <w:sz w:val="28"/>
              </w:rPr>
            </w:pPr>
            <w:r w:rsidRPr="00AE6290">
              <w:rPr>
                <w:b/>
                <w:sz w:val="28"/>
                <w:u w:val="single"/>
              </w:rPr>
              <w:t>G</w:t>
            </w:r>
            <w:r w:rsidR="0052397E" w:rsidRPr="00AE6290">
              <w:rPr>
                <w:b/>
                <w:sz w:val="28"/>
                <w:u w:val="single"/>
              </w:rPr>
              <w:t>oal</w:t>
            </w:r>
            <w:r>
              <w:rPr>
                <w:b/>
                <w:sz w:val="28"/>
                <w:u w:val="single"/>
              </w:rPr>
              <w:t>:</w:t>
            </w:r>
          </w:p>
        </w:tc>
        <w:tc>
          <w:tcPr>
            <w:tcW w:w="3330" w:type="dxa"/>
          </w:tcPr>
          <w:p w:rsidR="0052397E" w:rsidRPr="00AE6290" w:rsidRDefault="00AE6290" w:rsidP="00AE6290">
            <w:pPr>
              <w:rPr>
                <w:sz w:val="28"/>
              </w:rPr>
            </w:pPr>
            <w:r w:rsidRPr="00AE6290">
              <w:rPr>
                <w:b/>
                <w:sz w:val="28"/>
                <w:u w:val="single"/>
              </w:rPr>
              <w:t>R</w:t>
            </w:r>
            <w:r w:rsidR="0052397E" w:rsidRPr="00AE6290">
              <w:rPr>
                <w:b/>
                <w:sz w:val="28"/>
                <w:u w:val="single"/>
              </w:rPr>
              <w:t>equired</w:t>
            </w:r>
            <w:r>
              <w:rPr>
                <w:b/>
                <w:sz w:val="28"/>
                <w:u w:val="single"/>
              </w:rPr>
              <w:t>:</w:t>
            </w:r>
          </w:p>
        </w:tc>
        <w:tc>
          <w:tcPr>
            <w:tcW w:w="3150" w:type="dxa"/>
          </w:tcPr>
          <w:p w:rsidR="0052397E" w:rsidRPr="00AE6290" w:rsidRDefault="00AE6290" w:rsidP="00AE6290">
            <w:pPr>
              <w:rPr>
                <w:sz w:val="28"/>
              </w:rPr>
            </w:pPr>
            <w:r w:rsidRPr="00AE6290">
              <w:rPr>
                <w:b/>
                <w:sz w:val="28"/>
                <w:u w:val="single"/>
              </w:rPr>
              <w:t>Analysis</w:t>
            </w:r>
            <w:r>
              <w:rPr>
                <w:b/>
                <w:sz w:val="28"/>
                <w:u w:val="single"/>
              </w:rPr>
              <w:t>:</w:t>
            </w:r>
          </w:p>
        </w:tc>
      </w:tr>
      <w:tr w:rsidR="0052397E" w:rsidRPr="009004F6" w:rsidTr="00214505">
        <w:tc>
          <w:tcPr>
            <w:tcW w:w="1818" w:type="dxa"/>
          </w:tcPr>
          <w:p w:rsidR="0052397E" w:rsidRPr="00A354AD" w:rsidRDefault="0052397E" w:rsidP="00214505">
            <w:pPr>
              <w:rPr>
                <w:b/>
              </w:rPr>
            </w:pPr>
            <w:r w:rsidRPr="00A354AD">
              <w:rPr>
                <w:b/>
              </w:rPr>
              <w:t>Pythagorean Theorem</w:t>
            </w:r>
          </w:p>
        </w:tc>
        <w:tc>
          <w:tcPr>
            <w:tcW w:w="2520" w:type="dxa"/>
          </w:tcPr>
          <w:p w:rsidR="0052397E" w:rsidRDefault="0052397E" w:rsidP="00214505"/>
        </w:tc>
        <w:tc>
          <w:tcPr>
            <w:tcW w:w="3330" w:type="dxa"/>
          </w:tcPr>
          <w:p w:rsidR="0052397E" w:rsidRPr="009004F6" w:rsidRDefault="0052397E" w:rsidP="00214505"/>
        </w:tc>
        <w:tc>
          <w:tcPr>
            <w:tcW w:w="3150" w:type="dxa"/>
          </w:tcPr>
          <w:p w:rsidR="0052397E" w:rsidRDefault="0052397E" w:rsidP="00214505">
            <w:pPr>
              <w:spacing w:line="480" w:lineRule="auto"/>
            </w:pPr>
          </w:p>
          <w:p w:rsidR="0052397E" w:rsidRPr="009004F6" w:rsidRDefault="0052397E" w:rsidP="00214505"/>
        </w:tc>
      </w:tr>
      <w:tr w:rsidR="0052397E" w:rsidRPr="009004F6" w:rsidTr="00214505">
        <w:tc>
          <w:tcPr>
            <w:tcW w:w="1818" w:type="dxa"/>
          </w:tcPr>
          <w:p w:rsidR="0052397E" w:rsidRDefault="0052397E" w:rsidP="00214505">
            <w:r w:rsidRPr="00A354AD">
              <w:rPr>
                <w:b/>
              </w:rPr>
              <w:t>Pythagorean triples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(Give at least 2 – bonus if you give first 4)</w:t>
            </w:r>
          </w:p>
        </w:tc>
        <w:tc>
          <w:tcPr>
            <w:tcW w:w="2520" w:type="dxa"/>
          </w:tcPr>
          <w:p w:rsidR="0052397E" w:rsidRDefault="0052397E" w:rsidP="00214505"/>
        </w:tc>
        <w:tc>
          <w:tcPr>
            <w:tcW w:w="3330" w:type="dxa"/>
          </w:tcPr>
          <w:p w:rsidR="0052397E" w:rsidRDefault="0052397E" w:rsidP="00214505"/>
        </w:tc>
        <w:tc>
          <w:tcPr>
            <w:tcW w:w="3150" w:type="dxa"/>
          </w:tcPr>
          <w:p w:rsidR="0052397E" w:rsidRDefault="0052397E" w:rsidP="00214505">
            <w:pPr>
              <w:spacing w:line="480" w:lineRule="auto"/>
            </w:pPr>
          </w:p>
          <w:p w:rsidR="0052397E" w:rsidRDefault="0052397E" w:rsidP="00214505"/>
        </w:tc>
      </w:tr>
      <w:tr w:rsidR="0052397E" w:rsidRPr="009004F6" w:rsidTr="00214505">
        <w:tc>
          <w:tcPr>
            <w:tcW w:w="1818" w:type="dxa"/>
          </w:tcPr>
          <w:p w:rsidR="0052397E" w:rsidRPr="00AE6290" w:rsidRDefault="0052397E" w:rsidP="00214505">
            <w:r w:rsidRPr="00A354AD">
              <w:rPr>
                <w:b/>
              </w:rPr>
              <w:t>Special right triangle ratios</w:t>
            </w:r>
            <w:r>
              <w:t xml:space="preserve"> </w:t>
            </w:r>
            <w:r w:rsidR="00AE6290">
              <w:rPr>
                <w:b/>
              </w:rPr>
              <w:t xml:space="preserve"> </w:t>
            </w:r>
            <w:r w:rsidR="00AE6290">
              <w:t>(give both)</w:t>
            </w:r>
          </w:p>
        </w:tc>
        <w:tc>
          <w:tcPr>
            <w:tcW w:w="2520" w:type="dxa"/>
          </w:tcPr>
          <w:p w:rsidR="0052397E" w:rsidRDefault="0052397E" w:rsidP="00214505"/>
        </w:tc>
        <w:tc>
          <w:tcPr>
            <w:tcW w:w="3330" w:type="dxa"/>
          </w:tcPr>
          <w:p w:rsidR="0052397E" w:rsidRDefault="0052397E" w:rsidP="00214505"/>
        </w:tc>
        <w:tc>
          <w:tcPr>
            <w:tcW w:w="3150" w:type="dxa"/>
          </w:tcPr>
          <w:p w:rsidR="0052397E" w:rsidRDefault="0052397E" w:rsidP="00214505">
            <w:pPr>
              <w:spacing w:line="480" w:lineRule="auto"/>
            </w:pPr>
          </w:p>
          <w:p w:rsidR="0052397E" w:rsidRDefault="0052397E" w:rsidP="00214505"/>
        </w:tc>
      </w:tr>
      <w:tr w:rsidR="0052397E" w:rsidRPr="009004F6" w:rsidTr="00214505">
        <w:tc>
          <w:tcPr>
            <w:tcW w:w="1818" w:type="dxa"/>
          </w:tcPr>
          <w:p w:rsidR="0052397E" w:rsidRPr="00AE6290" w:rsidRDefault="0052397E" w:rsidP="000E52C2">
            <w:r w:rsidRPr="00A354AD">
              <w:rPr>
                <w:b/>
              </w:rPr>
              <w:t>Trig ratios</w:t>
            </w:r>
            <w:r>
              <w:t xml:space="preserve"> </w:t>
            </w:r>
          </w:p>
        </w:tc>
        <w:tc>
          <w:tcPr>
            <w:tcW w:w="2520" w:type="dxa"/>
          </w:tcPr>
          <w:p w:rsidR="0052397E" w:rsidRDefault="0052397E" w:rsidP="00214505"/>
        </w:tc>
        <w:tc>
          <w:tcPr>
            <w:tcW w:w="3330" w:type="dxa"/>
          </w:tcPr>
          <w:p w:rsidR="0052397E" w:rsidRDefault="0052397E" w:rsidP="00214505"/>
        </w:tc>
        <w:tc>
          <w:tcPr>
            <w:tcW w:w="3150" w:type="dxa"/>
          </w:tcPr>
          <w:p w:rsidR="0052397E" w:rsidRDefault="0052397E" w:rsidP="00214505">
            <w:pPr>
              <w:spacing w:line="480" w:lineRule="auto"/>
            </w:pPr>
          </w:p>
          <w:p w:rsidR="0052397E" w:rsidRDefault="0052397E" w:rsidP="00214505"/>
        </w:tc>
      </w:tr>
      <w:tr w:rsidR="0052397E" w:rsidRPr="009004F6" w:rsidTr="00214505">
        <w:tc>
          <w:tcPr>
            <w:tcW w:w="1818" w:type="dxa"/>
          </w:tcPr>
          <w:p w:rsidR="0052397E" w:rsidRPr="00A354AD" w:rsidRDefault="0052397E" w:rsidP="00214505">
            <w:pPr>
              <w:spacing w:line="480" w:lineRule="auto"/>
              <w:rPr>
                <w:b/>
              </w:rPr>
            </w:pPr>
            <w:r w:rsidRPr="00A354AD">
              <w:rPr>
                <w:b/>
              </w:rPr>
              <w:t>Inverse trig</w:t>
            </w:r>
          </w:p>
        </w:tc>
        <w:tc>
          <w:tcPr>
            <w:tcW w:w="2520" w:type="dxa"/>
          </w:tcPr>
          <w:p w:rsidR="0052397E" w:rsidRDefault="0052397E" w:rsidP="00214505"/>
        </w:tc>
        <w:tc>
          <w:tcPr>
            <w:tcW w:w="3330" w:type="dxa"/>
          </w:tcPr>
          <w:p w:rsidR="0052397E" w:rsidRDefault="0052397E" w:rsidP="00214505"/>
        </w:tc>
        <w:tc>
          <w:tcPr>
            <w:tcW w:w="3150" w:type="dxa"/>
          </w:tcPr>
          <w:p w:rsidR="0052397E" w:rsidRDefault="0052397E" w:rsidP="00214505">
            <w:pPr>
              <w:spacing w:line="480" w:lineRule="auto"/>
            </w:pPr>
          </w:p>
          <w:p w:rsidR="0052397E" w:rsidRDefault="0052397E" w:rsidP="00214505"/>
        </w:tc>
      </w:tr>
    </w:tbl>
    <w:p w:rsidR="0052397E" w:rsidRDefault="0052397E"/>
    <w:p w:rsidR="00AE6290" w:rsidRPr="00AE6290" w:rsidRDefault="00AE6290">
      <w:pPr>
        <w:rPr>
          <w:b/>
          <w:i/>
        </w:rPr>
      </w:pPr>
      <w:r w:rsidRPr="00AE6290">
        <w:rPr>
          <w:b/>
          <w:i/>
        </w:rPr>
        <w:t xml:space="preserve">Write </w:t>
      </w:r>
      <w:r>
        <w:rPr>
          <w:b/>
          <w:i/>
        </w:rPr>
        <w:t>your own</w:t>
      </w:r>
      <w:r w:rsidRPr="00AE6290">
        <w:rPr>
          <w:b/>
          <w:i/>
        </w:rPr>
        <w:t xml:space="preserve"> example problem for each and solve. </w:t>
      </w:r>
      <w:r>
        <w:rPr>
          <w:b/>
          <w:i/>
        </w:rPr>
        <w:t>Show all work.</w:t>
      </w:r>
    </w:p>
    <w:p w:rsidR="00AE6290" w:rsidRDefault="00AE6290" w:rsidP="00AE6290">
      <w:pPr>
        <w:pStyle w:val="ListParagraph"/>
        <w:numPr>
          <w:ilvl w:val="0"/>
          <w:numId w:val="3"/>
        </w:numPr>
      </w:pPr>
      <w:r>
        <w:t>Pythagorean Theorem (to find a leg)</w:t>
      </w:r>
    </w:p>
    <w:p w:rsidR="00AE6290" w:rsidRDefault="00AE6290" w:rsidP="00AE6290"/>
    <w:p w:rsidR="00AE6290" w:rsidRDefault="00AE6290" w:rsidP="00AE6290"/>
    <w:p w:rsidR="00AE6290" w:rsidRDefault="00AE6290" w:rsidP="00AE6290"/>
    <w:p w:rsidR="00AE6290" w:rsidRDefault="00AE6290" w:rsidP="00AE6290"/>
    <w:p w:rsidR="00AE6290" w:rsidRDefault="00AE6290" w:rsidP="00AE6290"/>
    <w:p w:rsidR="00AE6290" w:rsidRDefault="00AE6290" w:rsidP="00AE6290">
      <w:pPr>
        <w:pStyle w:val="ListParagraph"/>
        <w:numPr>
          <w:ilvl w:val="0"/>
          <w:numId w:val="3"/>
        </w:numPr>
      </w:pPr>
      <w:r>
        <w:t>Pythagorean triples (use a multiple of one of the triples you know)</w:t>
      </w:r>
    </w:p>
    <w:p w:rsidR="00AE6290" w:rsidRDefault="00AE6290" w:rsidP="00AE6290"/>
    <w:p w:rsidR="00AE6290" w:rsidRDefault="00AE6290" w:rsidP="00AE6290"/>
    <w:p w:rsidR="00AE6290" w:rsidRDefault="00AE6290" w:rsidP="00AE6290"/>
    <w:p w:rsidR="00AE6290" w:rsidRDefault="00AE6290" w:rsidP="00AE6290"/>
    <w:p w:rsidR="00AE6290" w:rsidRDefault="00AE6290" w:rsidP="00AE6290"/>
    <w:p w:rsidR="00AE6290" w:rsidRDefault="00AE6290" w:rsidP="00AE6290">
      <w:pPr>
        <w:pStyle w:val="ListParagraph"/>
        <w:numPr>
          <w:ilvl w:val="0"/>
          <w:numId w:val="3"/>
        </w:numPr>
      </w:pPr>
      <w:r>
        <w:t xml:space="preserve">Special right triangles (give an example of </w:t>
      </w:r>
      <w:r>
        <w:rPr>
          <w:u w:val="single"/>
        </w:rPr>
        <w:t>both</w:t>
      </w:r>
      <w:r>
        <w:t>; start with the measure of the hypotenuse in each)</w:t>
      </w:r>
    </w:p>
    <w:p w:rsidR="00AE6290" w:rsidRDefault="00AE6290" w:rsidP="00AE6290"/>
    <w:p w:rsidR="00AE6290" w:rsidRDefault="00AE6290" w:rsidP="00AE6290"/>
    <w:p w:rsidR="00AE6290" w:rsidRDefault="00AE6290" w:rsidP="00AE6290"/>
    <w:p w:rsidR="00AE6290" w:rsidRDefault="00AE6290" w:rsidP="00AE6290"/>
    <w:p w:rsidR="00AE6290" w:rsidRDefault="00AE6290" w:rsidP="00AE6290"/>
    <w:p w:rsidR="00AE6290" w:rsidRDefault="00AE6290" w:rsidP="00AE6290">
      <w:pPr>
        <w:pStyle w:val="ListParagraph"/>
        <w:numPr>
          <w:ilvl w:val="0"/>
          <w:numId w:val="3"/>
        </w:numPr>
      </w:pPr>
      <w:r>
        <w:t>Trig ratios (to find a missing side)</w:t>
      </w:r>
    </w:p>
    <w:p w:rsidR="00AE6290" w:rsidRDefault="00AE6290" w:rsidP="00AE6290"/>
    <w:p w:rsidR="00AE6290" w:rsidRDefault="00AE6290" w:rsidP="00AE6290"/>
    <w:p w:rsidR="00AE6290" w:rsidRDefault="00AE6290" w:rsidP="00AE6290"/>
    <w:p w:rsidR="00AE6290" w:rsidRDefault="00AE6290" w:rsidP="00AE6290"/>
    <w:p w:rsidR="00AE6290" w:rsidRDefault="00AE6290" w:rsidP="00AE6290"/>
    <w:p w:rsidR="00AE6290" w:rsidRDefault="00AE6290" w:rsidP="00AE6290">
      <w:pPr>
        <w:pStyle w:val="ListParagraph"/>
        <w:numPr>
          <w:ilvl w:val="0"/>
          <w:numId w:val="3"/>
        </w:numPr>
      </w:pPr>
      <w:r>
        <w:t>Inverse trig ratios (to find an angle)</w:t>
      </w:r>
    </w:p>
    <w:p w:rsidR="000E52C2" w:rsidRDefault="000E52C2" w:rsidP="000E52C2"/>
    <w:p w:rsidR="000E52C2" w:rsidRDefault="000E52C2" w:rsidP="000E52C2"/>
    <w:p w:rsidR="000E52C2" w:rsidRDefault="000E52C2">
      <w:r>
        <w:br w:type="page"/>
      </w:r>
    </w:p>
    <w:p w:rsidR="00D062D2" w:rsidRDefault="000E52C2" w:rsidP="00AE6290">
      <w:pPr>
        <w:pStyle w:val="ListParagraph"/>
        <w:numPr>
          <w:ilvl w:val="0"/>
          <w:numId w:val="3"/>
        </w:numPr>
      </w:pPr>
      <w:r>
        <w:lastRenderedPageBreak/>
        <w:t xml:space="preserve"> </w:t>
      </w:r>
      <w:r w:rsidR="00D062D2">
        <w:t>Use the right triangle below to answer the questions:</w:t>
      </w:r>
    </w:p>
    <w:tbl>
      <w:tblPr>
        <w:tblStyle w:val="TableGrid"/>
        <w:tblW w:w="0" w:type="auto"/>
        <w:tblInd w:w="360" w:type="dxa"/>
        <w:tblLook w:val="04A0"/>
      </w:tblPr>
      <w:tblGrid>
        <w:gridCol w:w="2732"/>
        <w:gridCol w:w="2637"/>
        <w:gridCol w:w="2637"/>
        <w:gridCol w:w="2650"/>
      </w:tblGrid>
      <w:tr w:rsidR="00D062D2" w:rsidTr="00D062D2">
        <w:tc>
          <w:tcPr>
            <w:tcW w:w="2754" w:type="dxa"/>
          </w:tcPr>
          <w:p w:rsidR="00282E4E" w:rsidRDefault="00D062D2" w:rsidP="00D062D2">
            <w:r>
              <w:rPr>
                <w:noProof/>
              </w:rPr>
              <w:pict>
                <v:rect id="_x0000_s1053" style="position:absolute;margin-left:36pt;margin-top:103.95pt;width:20.35pt;height:12.15pt;z-index:251662336" fillcolor="white [3212]" strokecolor="white [3212]"/>
              </w:pict>
            </w:r>
            <w:r w:rsidRPr="00D062D2">
              <w:drawing>
                <wp:inline distT="0" distB="0" distL="0" distR="0">
                  <wp:extent cx="1370363" cy="1969920"/>
                  <wp:effectExtent l="19050" t="0" r="1237" b="0"/>
                  <wp:docPr id="3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34359" t="8682" r="32493" b="513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434" cy="19786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4" w:type="dxa"/>
          </w:tcPr>
          <w:p w:rsidR="00D062D2" w:rsidRDefault="00D062D2" w:rsidP="00D062D2">
            <w:r>
              <w:t xml:space="preserve">A) Write a ratio for the cosine of </w:t>
            </w:r>
            <w:r>
              <w:sym w:font="Symbol" w:char="F0D0"/>
            </w:r>
            <w:r>
              <w:t>R:</w:t>
            </w:r>
          </w:p>
          <w:p w:rsidR="00D062D2" w:rsidRDefault="00D062D2" w:rsidP="00D062D2"/>
        </w:tc>
        <w:tc>
          <w:tcPr>
            <w:tcW w:w="2754" w:type="dxa"/>
          </w:tcPr>
          <w:p w:rsidR="00D062D2" w:rsidRDefault="00D062D2" w:rsidP="00D062D2">
            <w:r>
              <w:t>B) Find the length of side QP:</w:t>
            </w:r>
          </w:p>
        </w:tc>
        <w:tc>
          <w:tcPr>
            <w:tcW w:w="2754" w:type="dxa"/>
          </w:tcPr>
          <w:p w:rsidR="00D062D2" w:rsidRDefault="00D062D2" w:rsidP="00D062D2">
            <w:r>
              <w:t xml:space="preserve">C) Find the measure of </w:t>
            </w:r>
            <w:r>
              <w:sym w:font="Symbol" w:char="F0D0"/>
            </w:r>
            <w:r>
              <w:t>P:</w:t>
            </w:r>
          </w:p>
        </w:tc>
      </w:tr>
    </w:tbl>
    <w:p w:rsidR="00D062D2" w:rsidRDefault="00D062D2" w:rsidP="00D062D2">
      <w:pPr>
        <w:ind w:left="360"/>
      </w:pPr>
    </w:p>
    <w:p w:rsidR="000E52C2" w:rsidRDefault="000E52C2" w:rsidP="000E52C2"/>
    <w:p w:rsidR="000E52C2" w:rsidRDefault="00B20535" w:rsidP="00AE6290">
      <w:pPr>
        <w:pStyle w:val="ListParagraph"/>
        <w:numPr>
          <w:ilvl w:val="0"/>
          <w:numId w:val="3"/>
        </w:numPr>
      </w:pPr>
      <w:r>
        <w:t xml:space="preserve"> Fill in the table with the appropriate values for each of the given triangles.</w:t>
      </w:r>
    </w:p>
    <w:p w:rsidR="00B20535" w:rsidRDefault="00B20535" w:rsidP="00B20535"/>
    <w:tbl>
      <w:tblPr>
        <w:tblStyle w:val="TableGrid"/>
        <w:tblpPr w:leftFromText="180" w:rightFromText="180" w:vertAnchor="page" w:horzAnchor="margin" w:tblpXSpec="right" w:tblpY="5200"/>
        <w:tblW w:w="0" w:type="auto"/>
        <w:tblLook w:val="04A0"/>
      </w:tblPr>
      <w:tblGrid>
        <w:gridCol w:w="1522"/>
        <w:gridCol w:w="1522"/>
        <w:gridCol w:w="1530"/>
        <w:gridCol w:w="1579"/>
      </w:tblGrid>
      <w:tr w:rsidR="00282E4E" w:rsidTr="00282E4E">
        <w:trPr>
          <w:trHeight w:val="262"/>
        </w:trPr>
        <w:tc>
          <w:tcPr>
            <w:tcW w:w="1522" w:type="dxa"/>
          </w:tcPr>
          <w:p w:rsidR="00282E4E" w:rsidRPr="00B20535" w:rsidRDefault="00282E4E" w:rsidP="00282E4E">
            <w:pPr>
              <w:pStyle w:val="ListParagraph"/>
              <w:ind w:left="0"/>
              <w:rPr>
                <w:b/>
                <w:i/>
              </w:rPr>
            </w:pPr>
            <w:r>
              <w:rPr>
                <w:b/>
                <w:i/>
              </w:rPr>
              <w:t>Side:</w:t>
            </w:r>
          </w:p>
        </w:tc>
        <w:tc>
          <w:tcPr>
            <w:tcW w:w="1522" w:type="dxa"/>
          </w:tcPr>
          <w:p w:rsidR="00282E4E" w:rsidRDefault="00282E4E" w:rsidP="00282E4E">
            <w:pPr>
              <w:pStyle w:val="ListParagraph"/>
              <w:tabs>
                <w:tab w:val="left" w:pos="1275"/>
              </w:tabs>
              <w:ind w:left="0"/>
            </w:pPr>
          </w:p>
        </w:tc>
        <w:tc>
          <w:tcPr>
            <w:tcW w:w="1530" w:type="dxa"/>
          </w:tcPr>
          <w:p w:rsidR="00282E4E" w:rsidRDefault="00282E4E" w:rsidP="00282E4E">
            <w:pPr>
              <w:pStyle w:val="ListParagraph"/>
              <w:ind w:left="0"/>
            </w:pPr>
          </w:p>
        </w:tc>
        <w:tc>
          <w:tcPr>
            <w:tcW w:w="1579" w:type="dxa"/>
          </w:tcPr>
          <w:p w:rsidR="00282E4E" w:rsidRDefault="00282E4E" w:rsidP="00282E4E">
            <w:pPr>
              <w:pStyle w:val="ListParagraph"/>
              <w:ind w:left="0"/>
            </w:pPr>
          </w:p>
        </w:tc>
      </w:tr>
      <w:tr w:rsidR="00282E4E" w:rsidTr="00282E4E">
        <w:trPr>
          <w:trHeight w:val="288"/>
        </w:trPr>
        <w:tc>
          <w:tcPr>
            <w:tcW w:w="1522" w:type="dxa"/>
          </w:tcPr>
          <w:p w:rsidR="00282E4E" w:rsidRPr="00B20535" w:rsidRDefault="00282E4E" w:rsidP="00282E4E">
            <w:pPr>
              <w:pStyle w:val="ListParagraph"/>
              <w:ind w:left="0"/>
              <w:rPr>
                <w:b/>
                <w:i/>
              </w:rPr>
            </w:pPr>
            <w:r>
              <w:rPr>
                <w:b/>
                <w:i/>
              </w:rPr>
              <w:t>Ratio:</w:t>
            </w:r>
          </w:p>
        </w:tc>
        <w:tc>
          <w:tcPr>
            <w:tcW w:w="1522" w:type="dxa"/>
          </w:tcPr>
          <w:p w:rsidR="00282E4E" w:rsidRDefault="00282E4E" w:rsidP="00282E4E">
            <w:pPr>
              <w:pStyle w:val="ListParagraph"/>
              <w:ind w:left="0"/>
            </w:pPr>
          </w:p>
        </w:tc>
        <w:tc>
          <w:tcPr>
            <w:tcW w:w="1530" w:type="dxa"/>
          </w:tcPr>
          <w:p w:rsidR="00282E4E" w:rsidRDefault="00282E4E" w:rsidP="00282E4E">
            <w:pPr>
              <w:pStyle w:val="ListParagraph"/>
              <w:ind w:left="0"/>
            </w:pPr>
          </w:p>
        </w:tc>
        <w:tc>
          <w:tcPr>
            <w:tcW w:w="1579" w:type="dxa"/>
          </w:tcPr>
          <w:p w:rsidR="00282E4E" w:rsidRDefault="00282E4E" w:rsidP="00282E4E">
            <w:pPr>
              <w:pStyle w:val="ListParagraph"/>
              <w:ind w:left="0"/>
            </w:pPr>
          </w:p>
        </w:tc>
      </w:tr>
      <w:tr w:rsidR="00282E4E" w:rsidTr="00282E4E">
        <w:trPr>
          <w:trHeight w:val="288"/>
        </w:trPr>
        <w:tc>
          <w:tcPr>
            <w:tcW w:w="1522" w:type="dxa"/>
          </w:tcPr>
          <w:p w:rsidR="00282E4E" w:rsidRPr="00B20535" w:rsidRDefault="00282E4E" w:rsidP="00282E4E">
            <w:pPr>
              <w:pStyle w:val="ListParagraph"/>
              <w:ind w:left="0"/>
              <w:rPr>
                <w:i/>
              </w:rPr>
            </w:pPr>
            <w:r>
              <w:rPr>
                <w:b/>
                <w:i/>
              </w:rPr>
              <w:t xml:space="preserve">Value </w:t>
            </w:r>
            <w:r>
              <w:rPr>
                <w:i/>
              </w:rPr>
              <w:t>for this triangle:</w:t>
            </w:r>
          </w:p>
        </w:tc>
        <w:tc>
          <w:tcPr>
            <w:tcW w:w="1522" w:type="dxa"/>
          </w:tcPr>
          <w:p w:rsidR="00282E4E" w:rsidRDefault="00282E4E" w:rsidP="00282E4E">
            <w:pPr>
              <w:pStyle w:val="ListParagraph"/>
              <w:ind w:left="0"/>
            </w:pPr>
          </w:p>
        </w:tc>
        <w:tc>
          <w:tcPr>
            <w:tcW w:w="1530" w:type="dxa"/>
          </w:tcPr>
          <w:p w:rsidR="00282E4E" w:rsidRDefault="00282E4E" w:rsidP="00282E4E">
            <w:pPr>
              <w:pStyle w:val="ListParagraph"/>
              <w:ind w:left="0"/>
            </w:pPr>
          </w:p>
        </w:tc>
        <w:tc>
          <w:tcPr>
            <w:tcW w:w="1579" w:type="dxa"/>
          </w:tcPr>
          <w:p w:rsidR="00282E4E" w:rsidRDefault="00282E4E" w:rsidP="00282E4E">
            <w:pPr>
              <w:pStyle w:val="ListParagraph"/>
              <w:ind w:left="0"/>
            </w:pPr>
          </w:p>
        </w:tc>
      </w:tr>
    </w:tbl>
    <w:p w:rsidR="00B20535" w:rsidRDefault="00B20535" w:rsidP="00B20535">
      <w:pPr>
        <w:pStyle w:val="ListParagraph"/>
      </w:pPr>
    </w:p>
    <w:p w:rsidR="00B20535" w:rsidRDefault="00B20535" w:rsidP="00B20535">
      <w:pPr>
        <w:pStyle w:val="ListParagraph"/>
      </w:pPr>
      <w:r>
        <w:rPr>
          <w:noProof/>
        </w:rPr>
        <w:pict>
          <v:group id="_x0000_s1044" style="position:absolute;left:0;text-align:left;margin-left:54pt;margin-top:3.95pt;width:279pt;height:90.05pt;z-index:251660288" coordorigin="1800,11081" coordsize="5580,1801"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32" o:spid="_x0000_s1045" type="#_x0000_t6" style="position:absolute;left:1800;top:11081;width:5580;height:1620;visibility:visible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" fillcolor="#4f81bd [3204]" strokecolor="black [3213]">
              <v:fill opacity="15728f" color2="#a7bfde [1620]" rotate="t" colors="0 #3f80cd;655f #9bc1ff" type="gradient">
                <o:fill v:ext="view" type="gradientUnscaled"/>
              </v:fill>
              <v:shadow on="t" opacity="22937f" origin=",.5" offset="0,.63889mm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46" type="#_x0000_t202" style="position:absolute;left:1800;top:11081;width:620;height:540;visibility:visible;mso-wrap-style:none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" filled="f" stroked="f">
              <v:textbox style="mso-next-textbox:#Text Box 33">
                <w:txbxContent>
                  <w:p w:rsidR="00B20535" w:rsidRDefault="00B20535" w:rsidP="00B20535">
                    <w:r>
                      <w:t>60</w:t>
                    </w:r>
                    <w:r w:rsidRPr="00FB4300">
                      <w:rPr>
                        <w:rFonts w:ascii="Lucida Grande" w:hAnsi="Lucida Grande" w:cs="Lucida Grande"/>
                        <w:b/>
                        <w:color w:val="000000"/>
                      </w:rPr>
                      <w:t>°</w:t>
                    </w:r>
                  </w:p>
                </w:txbxContent>
              </v:textbox>
            </v:shape>
            <v:shape id="Text Box 34" o:spid="_x0000_s1047" type="#_x0000_t202" style="position:absolute;left:5940;top:12342;width:620;height:540;visibility:visible;mso-wrap-style:none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" filled="f" stroked="f">
              <v:textbox style="mso-next-textbox:#Text Box 34">
                <w:txbxContent>
                  <w:p w:rsidR="00B20535" w:rsidRDefault="00B20535" w:rsidP="00B20535">
                    <w:r>
                      <w:t>30</w:t>
                    </w:r>
                    <w:r w:rsidRPr="00FB4300">
                      <w:rPr>
                        <w:rFonts w:ascii="Lucida Grande" w:hAnsi="Lucida Grande" w:cs="Lucida Grande"/>
                        <w:b/>
                        <w:color w:val="000000"/>
                      </w:rPr>
                      <w:t>°</w:t>
                    </w:r>
                  </w:p>
                </w:txbxContent>
              </v:textbox>
            </v:shape>
            <v:shape id="Text Box 36" o:spid="_x0000_s1048" type="#_x0000_t202" style="position:absolute;left:4140;top:11441;width:532;height:1440;visibility:visible;mso-wrap-style:non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" filled="f" stroked="f">
              <v:textbox style="mso-next-textbox:#Text Box 36">
                <w:txbxContent>
                  <w:p w:rsidR="00B20535" w:rsidRDefault="00D062D2" w:rsidP="00B20535">
                    <w:r>
                      <w:t>42</w:t>
                    </w:r>
                  </w:p>
                </w:txbxContent>
              </v:textbox>
            </v:shape>
          </v:group>
        </w:pict>
      </w:r>
    </w:p>
    <w:p w:rsidR="00B20535" w:rsidRDefault="00B20535" w:rsidP="00B20535">
      <w:pPr>
        <w:pStyle w:val="ListParagraph"/>
      </w:pPr>
    </w:p>
    <w:p w:rsidR="00B20535" w:rsidRDefault="00B20535" w:rsidP="00B20535">
      <w:pPr>
        <w:pStyle w:val="ListParagraph"/>
      </w:pPr>
    </w:p>
    <w:p w:rsidR="00B20535" w:rsidRDefault="00B20535" w:rsidP="00B20535">
      <w:pPr>
        <w:pStyle w:val="ListParagraph"/>
      </w:pPr>
    </w:p>
    <w:p w:rsidR="00B20535" w:rsidRDefault="00B20535" w:rsidP="00B20535">
      <w:pPr>
        <w:pStyle w:val="ListParagraph"/>
      </w:pPr>
    </w:p>
    <w:p w:rsidR="00B20535" w:rsidRDefault="00B20535" w:rsidP="00B20535">
      <w:pPr>
        <w:pStyle w:val="ListParagraph"/>
      </w:pPr>
    </w:p>
    <w:p w:rsidR="00B20535" w:rsidRDefault="00B20535" w:rsidP="00B20535">
      <w:pPr>
        <w:pStyle w:val="ListParagraph"/>
      </w:pPr>
    </w:p>
    <w:p w:rsidR="00B20535" w:rsidRDefault="00B20535" w:rsidP="00B20535">
      <w:pPr>
        <w:pStyle w:val="ListParagraph"/>
      </w:pPr>
    </w:p>
    <w:p w:rsidR="00B20535" w:rsidRDefault="00B20535" w:rsidP="00B20535"/>
    <w:p w:rsidR="009F2BE6" w:rsidRDefault="009F2BE6" w:rsidP="00AE6290">
      <w:pPr>
        <w:pStyle w:val="ListParagraph"/>
        <w:numPr>
          <w:ilvl w:val="0"/>
          <w:numId w:val="3"/>
        </w:numPr>
      </w:pPr>
      <w:r>
        <w:t xml:space="preserve">  Use trig to find one of the missing side lengths, then the Pythagorean </w:t>
      </w:r>
      <w:proofErr w:type="gramStart"/>
      <w:r>
        <w:t>theorem</w:t>
      </w:r>
      <w:proofErr w:type="gramEnd"/>
      <w:r>
        <w:t xml:space="preserve"> to find the other side. </w:t>
      </w:r>
      <w:proofErr w:type="gramStart"/>
      <w:r>
        <w:t>Round to the nearest whole number.</w:t>
      </w:r>
      <w:proofErr w:type="gramEnd"/>
    </w:p>
    <w:p w:rsidR="009F2BE6" w:rsidRDefault="009F2BE6" w:rsidP="009F2BE6">
      <w:r>
        <w:rPr>
          <w:noProof/>
        </w:rPr>
        <w:pict>
          <v:group id="_x0000_s1049" style="position:absolute;margin-left:39.75pt;margin-top:10pt;width:414pt;height:135pt;z-index:251661312" coordorigin="2340,8831" coordsize="8280,2700">
            <v:shape id="Right Triangle 17" o:spid="_x0000_s1050" type="#_x0000_t6" style="position:absolute;left:2340;top:8831;width:8280;height:2520;visibility:visible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" fillcolor="#f60" strokecolor="black [3213]">
              <v:fill opacity="5911f"/>
              <v:shadow on="t" opacity="22937f" origin=",.5" offset="0,.63889mm"/>
            </v:shape>
            <v:shape id="Text Box 19" o:spid="_x0000_s1051" type="#_x0000_t202" style="position:absolute;left:9180;top:10991;width:720;height:54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" filled="f" stroked="f">
              <v:textbox style="mso-next-textbox:#Text Box 19">
                <w:txbxContent>
                  <w:p w:rsidR="009F2BE6" w:rsidRDefault="009F2BE6" w:rsidP="009F2BE6">
                    <w:r>
                      <w:t>19</w:t>
                    </w:r>
                    <w:r w:rsidRPr="00BA6471">
                      <w:rPr>
                        <w:rFonts w:ascii="Lucida Grande" w:hAnsi="Lucida Grande" w:cs="Lucida Grande"/>
                        <w:b/>
                        <w:color w:val="000000"/>
                      </w:rPr>
                      <w:t>°</w:t>
                    </w:r>
                  </w:p>
                </w:txbxContent>
              </v:textbox>
            </v:shape>
            <v:shape id="Text Box 20" o:spid="_x0000_s1052" type="#_x0000_t202" style="position:absolute;left:6001;top:9644;width:722;height:540;rotation:1072322fd;visibility:visible;mso-wrap-style:none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" filled="f" stroked="f">
              <v:textbox style="mso-next-textbox:#Text Box 20">
                <w:txbxContent>
                  <w:p w:rsidR="009F2BE6" w:rsidRDefault="009F2BE6" w:rsidP="009F2BE6">
                    <w:r>
                      <w:t>37 ft</w:t>
                    </w:r>
                  </w:p>
                </w:txbxContent>
              </v:textbox>
            </v:shape>
          </v:group>
        </w:pict>
      </w:r>
    </w:p>
    <w:p w:rsidR="009F2BE6" w:rsidRDefault="009F2BE6" w:rsidP="009F2BE6"/>
    <w:p w:rsidR="009F2BE6" w:rsidRDefault="009F2BE6" w:rsidP="009F2BE6"/>
    <w:p w:rsidR="009F2BE6" w:rsidRDefault="009F2BE6" w:rsidP="009F2BE6"/>
    <w:p w:rsidR="009F2BE6" w:rsidRDefault="009F2BE6" w:rsidP="009F2BE6"/>
    <w:p w:rsidR="009F2BE6" w:rsidRDefault="009F2BE6" w:rsidP="009F2BE6"/>
    <w:p w:rsidR="009F2BE6" w:rsidRDefault="009F2BE6" w:rsidP="009F2BE6"/>
    <w:p w:rsidR="009F2BE6" w:rsidRDefault="009F2BE6" w:rsidP="009F2BE6"/>
    <w:p w:rsidR="009F2BE6" w:rsidRDefault="009F2BE6" w:rsidP="009F2BE6"/>
    <w:p w:rsidR="009F2BE6" w:rsidRDefault="009F2BE6" w:rsidP="009F2BE6"/>
    <w:p w:rsidR="00282E4E" w:rsidRDefault="00282E4E" w:rsidP="009F2BE6"/>
    <w:p w:rsidR="00282E4E" w:rsidRDefault="00282E4E" w:rsidP="009F2BE6"/>
    <w:p w:rsidR="009F2BE6" w:rsidRDefault="009F2BE6" w:rsidP="009F2BE6"/>
    <w:p w:rsidR="009F2BE6" w:rsidRPr="0052397E" w:rsidRDefault="009F2BE6" w:rsidP="00AE6290">
      <w:pPr>
        <w:pStyle w:val="ListParagraph"/>
        <w:numPr>
          <w:ilvl w:val="0"/>
          <w:numId w:val="3"/>
        </w:numPr>
      </w:pPr>
      <w:r>
        <w:t xml:space="preserve"> Find the area </w:t>
      </w:r>
      <w:r>
        <w:rPr>
          <w:u w:val="single"/>
        </w:rPr>
        <w:t>and</w:t>
      </w:r>
      <w:r>
        <w:t xml:space="preserve"> perimeter of the triangle above. </w:t>
      </w:r>
    </w:p>
    <w:sectPr w:rsidR="009F2BE6" w:rsidRPr="0052397E" w:rsidSect="008D1D28">
      <w:footerReference w:type="default" r:id="rId9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257" w:rsidRDefault="00B43257" w:rsidP="004A1C66">
      <w:r>
        <w:separator/>
      </w:r>
    </w:p>
  </w:endnote>
  <w:endnote w:type="continuationSeparator" w:id="0">
    <w:p w:rsidR="00B43257" w:rsidRDefault="00B43257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257" w:rsidRDefault="00B43257" w:rsidP="004A1C66">
      <w:r>
        <w:separator/>
      </w:r>
    </w:p>
  </w:footnote>
  <w:footnote w:type="continuationSeparator" w:id="0">
    <w:p w:rsidR="00B43257" w:rsidRDefault="00B43257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042AA8"/>
    <w:multiLevelType w:val="hybridMultilevel"/>
    <w:tmpl w:val="24A2DC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6F3B"/>
    <w:rsid w:val="000248E2"/>
    <w:rsid w:val="00072489"/>
    <w:rsid w:val="000E52C2"/>
    <w:rsid w:val="001B0A83"/>
    <w:rsid w:val="001C5B15"/>
    <w:rsid w:val="00242D79"/>
    <w:rsid w:val="00282E4E"/>
    <w:rsid w:val="00290E04"/>
    <w:rsid w:val="003833EB"/>
    <w:rsid w:val="003B785F"/>
    <w:rsid w:val="004A1C66"/>
    <w:rsid w:val="004B270D"/>
    <w:rsid w:val="004D05E9"/>
    <w:rsid w:val="004E6D2D"/>
    <w:rsid w:val="0052397E"/>
    <w:rsid w:val="005666CA"/>
    <w:rsid w:val="00635C2C"/>
    <w:rsid w:val="00653CFF"/>
    <w:rsid w:val="0065474E"/>
    <w:rsid w:val="0066796F"/>
    <w:rsid w:val="00674044"/>
    <w:rsid w:val="006D24AE"/>
    <w:rsid w:val="006F5A5F"/>
    <w:rsid w:val="00846041"/>
    <w:rsid w:val="008623D4"/>
    <w:rsid w:val="008D1D28"/>
    <w:rsid w:val="00934081"/>
    <w:rsid w:val="00946F3B"/>
    <w:rsid w:val="009B59F1"/>
    <w:rsid w:val="009F11A5"/>
    <w:rsid w:val="009F2BE6"/>
    <w:rsid w:val="00AE6290"/>
    <w:rsid w:val="00B20535"/>
    <w:rsid w:val="00B43257"/>
    <w:rsid w:val="00B53200"/>
    <w:rsid w:val="00CE4705"/>
    <w:rsid w:val="00D062D2"/>
    <w:rsid w:val="00DD6332"/>
    <w:rsid w:val="00E5621B"/>
    <w:rsid w:val="00E973E4"/>
    <w:rsid w:val="00ED05F2"/>
    <w:rsid w:val="00F14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3212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21</TotalTime>
  <Pages>2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4</cp:revision>
  <dcterms:created xsi:type="dcterms:W3CDTF">2015-03-09T04:15:00Z</dcterms:created>
  <dcterms:modified xsi:type="dcterms:W3CDTF">2015-03-10T04:33:00Z</dcterms:modified>
</cp:coreProperties>
</file>